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82C3B9E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93A25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7D30DB4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93A25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293A25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F59805" w:rsidR="0085747A" w:rsidRPr="009C54AE" w:rsidRDefault="005B68A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CC168A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3D538E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lastRenderedPageBreak/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744ABCC" w:rsidR="0085747A" w:rsidRPr="009C54AE" w:rsidRDefault="00B06E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568DF66" w:rsidR="00C61DC5" w:rsidRPr="009C54AE" w:rsidRDefault="00B06E9E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Grzywacz J. Marketing banku,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Kolasa M. Marketing bankowy,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58238" w14:textId="77777777" w:rsidR="007E1874" w:rsidRDefault="007E1874" w:rsidP="00C16ABF">
      <w:pPr>
        <w:spacing w:after="0" w:line="240" w:lineRule="auto"/>
      </w:pPr>
      <w:r>
        <w:separator/>
      </w:r>
    </w:p>
  </w:endnote>
  <w:endnote w:type="continuationSeparator" w:id="0">
    <w:p w14:paraId="34395050" w14:textId="77777777" w:rsidR="007E1874" w:rsidRDefault="007E18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E0E05" w14:textId="77777777" w:rsidR="007E1874" w:rsidRDefault="007E1874" w:rsidP="00C16ABF">
      <w:pPr>
        <w:spacing w:after="0" w:line="240" w:lineRule="auto"/>
      </w:pPr>
      <w:r>
        <w:separator/>
      </w:r>
    </w:p>
  </w:footnote>
  <w:footnote w:type="continuationSeparator" w:id="0">
    <w:p w14:paraId="21148230" w14:textId="77777777" w:rsidR="007E1874" w:rsidRDefault="007E187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8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B1F"/>
    <w:rsid w:val="00281FF2"/>
    <w:rsid w:val="002857DE"/>
    <w:rsid w:val="00291567"/>
    <w:rsid w:val="00293A25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B68AE"/>
    <w:rsid w:val="005C080F"/>
    <w:rsid w:val="005C55E5"/>
    <w:rsid w:val="005C696A"/>
    <w:rsid w:val="005E6E85"/>
    <w:rsid w:val="005F31D2"/>
    <w:rsid w:val="00605038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87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E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D3A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7F4AEF-97C5-4DA1-9BA8-12E94A77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108</TotalTime>
  <Pages>1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39</cp:revision>
  <cp:lastPrinted>2019-02-06T12:12:00Z</cp:lastPrinted>
  <dcterms:created xsi:type="dcterms:W3CDTF">2020-09-30T13:29:00Z</dcterms:created>
  <dcterms:modified xsi:type="dcterms:W3CDTF">2022-02-11T09:10:00Z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